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E4B9B" w14:textId="0B9BDB39" w:rsidR="00201AC2" w:rsidRPr="001A40E2" w:rsidRDefault="00AE5B72" w:rsidP="00201AC2">
      <w:pPr>
        <w:spacing w:after="180"/>
        <w:rPr>
          <w:b/>
          <w:sz w:val="44"/>
          <w:szCs w:val="44"/>
        </w:rPr>
      </w:pPr>
      <w:r>
        <w:rPr>
          <w:b/>
          <w:sz w:val="44"/>
          <w:szCs w:val="44"/>
        </w:rPr>
        <w:t>Molecule</w:t>
      </w:r>
      <w:r w:rsidR="000C2099">
        <w:rPr>
          <w:b/>
          <w:sz w:val="44"/>
          <w:szCs w:val="44"/>
        </w:rPr>
        <w:t>s</w:t>
      </w:r>
      <w:r>
        <w:rPr>
          <w:b/>
          <w:sz w:val="44"/>
          <w:szCs w:val="44"/>
        </w:rPr>
        <w:t xml:space="preserve"> or giant structure?</w:t>
      </w:r>
    </w:p>
    <w:p w14:paraId="09A76A3B" w14:textId="6EAA9A7F" w:rsidR="00201AC2" w:rsidRDefault="00816F35" w:rsidP="00201AC2">
      <w:pPr>
        <w:spacing w:after="180"/>
      </w:pPr>
      <w:r>
        <w:rPr>
          <w:noProof/>
        </w:rPr>
        <w:drawing>
          <wp:anchor distT="0" distB="0" distL="114300" distR="114300" simplePos="0" relativeHeight="251658240" behindDoc="0" locked="0" layoutInCell="1" allowOverlap="1" wp14:anchorId="689DD03A" wp14:editId="700ED6C7">
            <wp:simplePos x="0" y="0"/>
            <wp:positionH relativeFrom="column">
              <wp:posOffset>3943350</wp:posOffset>
            </wp:positionH>
            <wp:positionV relativeFrom="paragraph">
              <wp:posOffset>11430</wp:posOffset>
            </wp:positionV>
            <wp:extent cx="596900" cy="676275"/>
            <wp:effectExtent l="0" t="0" r="0" b="9525"/>
            <wp:wrapSquare wrapText="bothSides"/>
            <wp:docPr id="7" name="Picture 7" descr="A picture containing sitt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sitting, tabl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900" cy="676275"/>
                    </a:xfrm>
                    <a:prstGeom prst="rect">
                      <a:avLst/>
                    </a:prstGeom>
                  </pic:spPr>
                </pic:pic>
              </a:graphicData>
            </a:graphic>
            <wp14:sizeRelH relativeFrom="margin">
              <wp14:pctWidth>0</wp14:pctWidth>
            </wp14:sizeRelH>
            <wp14:sizeRelV relativeFrom="margin">
              <wp14:pctHeight>0</wp14:pctHeight>
            </wp14:sizeRelV>
          </wp:anchor>
        </w:drawing>
      </w:r>
      <w:r>
        <w:t>Some compounds are made up of separate small molecules.</w:t>
      </w:r>
    </w:p>
    <w:p w14:paraId="373B6638" w14:textId="11773AF8" w:rsidR="00816F35" w:rsidRDefault="00816F35" w:rsidP="00201AC2">
      <w:pPr>
        <w:spacing w:after="180"/>
      </w:pPr>
    </w:p>
    <w:p w14:paraId="3CDE6997" w14:textId="086EFB34" w:rsidR="00816F35" w:rsidRDefault="00816F35" w:rsidP="00201AC2">
      <w:pPr>
        <w:spacing w:after="180"/>
      </w:pPr>
    </w:p>
    <w:p w14:paraId="24A7AE7E" w14:textId="122648FA" w:rsidR="00816F35" w:rsidRDefault="00816F35" w:rsidP="00201AC2">
      <w:pPr>
        <w:spacing w:after="180"/>
      </w:pPr>
    </w:p>
    <w:p w14:paraId="61CA689F" w14:textId="0FBCA2CE" w:rsidR="00816F35" w:rsidRDefault="00816F35" w:rsidP="00201AC2">
      <w:pPr>
        <w:spacing w:after="180"/>
      </w:pPr>
      <w:r>
        <w:rPr>
          <w:noProof/>
        </w:rPr>
        <w:drawing>
          <wp:anchor distT="0" distB="0" distL="114300" distR="114300" simplePos="0" relativeHeight="251659264" behindDoc="0" locked="0" layoutInCell="1" allowOverlap="1" wp14:anchorId="5EDFD630" wp14:editId="64B24717">
            <wp:simplePos x="0" y="0"/>
            <wp:positionH relativeFrom="column">
              <wp:posOffset>3790950</wp:posOffset>
            </wp:positionH>
            <wp:positionV relativeFrom="paragraph">
              <wp:posOffset>5715</wp:posOffset>
            </wp:positionV>
            <wp:extent cx="807634" cy="781050"/>
            <wp:effectExtent l="0" t="0" r="0" b="0"/>
            <wp:wrapSquare wrapText="bothSides"/>
            <wp:docPr id="2" name="Picture 2" descr="A picture containing indoor, lined, sitt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lined, sitting,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807634" cy="781050"/>
                    </a:xfrm>
                    <a:prstGeom prst="rect">
                      <a:avLst/>
                    </a:prstGeom>
                  </pic:spPr>
                </pic:pic>
              </a:graphicData>
            </a:graphic>
          </wp:anchor>
        </w:drawing>
      </w:r>
      <w:r>
        <w:t>Other molecules are made up of a giant structure.</w:t>
      </w:r>
    </w:p>
    <w:p w14:paraId="76A302B7" w14:textId="43899241" w:rsidR="00201AC2" w:rsidRDefault="00201AC2" w:rsidP="00F44375">
      <w:pPr>
        <w:spacing w:line="276" w:lineRule="auto"/>
      </w:pPr>
    </w:p>
    <w:p w14:paraId="66AC29E7" w14:textId="77777777" w:rsidR="00B23B31" w:rsidRDefault="00B23B31" w:rsidP="00201AC2">
      <w:pPr>
        <w:spacing w:after="180"/>
      </w:pPr>
    </w:p>
    <w:p w14:paraId="75D073D5" w14:textId="77777777" w:rsidR="00F44375" w:rsidRDefault="00F44375" w:rsidP="00201AC2">
      <w:pPr>
        <w:spacing w:after="180"/>
      </w:pPr>
    </w:p>
    <w:p w14:paraId="638F755F" w14:textId="50E8CDB9" w:rsidR="00201AC2" w:rsidRDefault="000B5631" w:rsidP="00F44375">
      <w:pPr>
        <w:pStyle w:val="ListParagraph"/>
        <w:numPr>
          <w:ilvl w:val="0"/>
          <w:numId w:val="3"/>
        </w:numPr>
        <w:spacing w:after="180"/>
        <w:ind w:left="426" w:hanging="426"/>
        <w:contextualSpacing w:val="0"/>
      </w:pPr>
      <w:r>
        <w:t xml:space="preserve">Look at the list of formulae below. </w:t>
      </w:r>
    </w:p>
    <w:p w14:paraId="1196A358" w14:textId="2B592486" w:rsidR="00201AC2" w:rsidRDefault="000B5631" w:rsidP="00F44375">
      <w:pPr>
        <w:pStyle w:val="ListParagraph"/>
        <w:numPr>
          <w:ilvl w:val="1"/>
          <w:numId w:val="3"/>
        </w:numPr>
        <w:spacing w:after="180"/>
        <w:ind w:left="851" w:hanging="425"/>
        <w:contextualSpacing w:val="0"/>
      </w:pPr>
      <w:r>
        <w:t xml:space="preserve">For each formula state whether the compound is made of </w:t>
      </w:r>
      <w:r w:rsidRPr="00E02747">
        <w:rPr>
          <w:b/>
          <w:bCs/>
        </w:rPr>
        <w:t>separate molecules</w:t>
      </w:r>
      <w:r>
        <w:t xml:space="preserve"> or a </w:t>
      </w:r>
      <w:r w:rsidRPr="00E02747">
        <w:rPr>
          <w:b/>
          <w:bCs/>
        </w:rPr>
        <w:t>giant structure</w:t>
      </w:r>
      <w:r>
        <w:t>. Explain how you decided each answer.</w:t>
      </w:r>
    </w:p>
    <w:p w14:paraId="5B0514AC" w14:textId="145007ED" w:rsidR="00201AC2" w:rsidRDefault="000B5631" w:rsidP="00F44375">
      <w:pPr>
        <w:pStyle w:val="ListParagraph"/>
        <w:numPr>
          <w:ilvl w:val="2"/>
          <w:numId w:val="3"/>
        </w:numPr>
        <w:spacing w:after="180"/>
        <w:ind w:left="1276" w:hanging="425"/>
        <w:contextualSpacing w:val="0"/>
      </w:pPr>
      <w:r>
        <w:t>CO</w:t>
      </w:r>
      <w:r>
        <w:rPr>
          <w:vertAlign w:val="subscript"/>
        </w:rPr>
        <w:t>2</w:t>
      </w:r>
    </w:p>
    <w:p w14:paraId="5D4CD6CD" w14:textId="67659C5C" w:rsidR="000B5631" w:rsidRDefault="000B5631" w:rsidP="00F44375">
      <w:pPr>
        <w:pStyle w:val="ListParagraph"/>
        <w:numPr>
          <w:ilvl w:val="2"/>
          <w:numId w:val="3"/>
        </w:numPr>
        <w:spacing w:after="180"/>
        <w:ind w:left="1276" w:hanging="425"/>
        <w:contextualSpacing w:val="0"/>
      </w:pPr>
      <w:r>
        <w:t>MgO</w:t>
      </w:r>
    </w:p>
    <w:p w14:paraId="402C710E" w14:textId="3C1749AD" w:rsidR="000B5631" w:rsidRDefault="00C90E0C" w:rsidP="00F44375">
      <w:pPr>
        <w:pStyle w:val="ListParagraph"/>
        <w:numPr>
          <w:ilvl w:val="2"/>
          <w:numId w:val="3"/>
        </w:numPr>
        <w:spacing w:after="180"/>
        <w:ind w:left="1276" w:hanging="425"/>
        <w:contextualSpacing w:val="0"/>
      </w:pPr>
      <w:r>
        <w:t>MgCl</w:t>
      </w:r>
      <w:r>
        <w:rPr>
          <w:vertAlign w:val="subscript"/>
        </w:rPr>
        <w:t>2</w:t>
      </w:r>
    </w:p>
    <w:p w14:paraId="6CF7030B" w14:textId="413DD615" w:rsidR="00201AC2" w:rsidRDefault="00C90E0C" w:rsidP="00C90E0C">
      <w:pPr>
        <w:pStyle w:val="ListParagraph"/>
        <w:numPr>
          <w:ilvl w:val="2"/>
          <w:numId w:val="3"/>
        </w:numPr>
        <w:spacing w:after="180"/>
        <w:ind w:left="1276" w:hanging="425"/>
        <w:contextualSpacing w:val="0"/>
      </w:pPr>
      <w:r>
        <w:t>CO</w:t>
      </w:r>
    </w:p>
    <w:p w14:paraId="5CC05A54" w14:textId="49D90264" w:rsidR="00C90E0C" w:rsidRDefault="00C90E0C" w:rsidP="00C90E0C">
      <w:pPr>
        <w:pStyle w:val="ListParagraph"/>
        <w:numPr>
          <w:ilvl w:val="1"/>
          <w:numId w:val="3"/>
        </w:numPr>
        <w:spacing w:after="180"/>
        <w:ind w:left="851" w:hanging="425"/>
        <w:contextualSpacing w:val="0"/>
      </w:pPr>
      <w:r>
        <w:t>If you were unsure about</w:t>
      </w:r>
      <w:r w:rsidR="00816F35">
        <w:t xml:space="preserve"> </w:t>
      </w:r>
      <w:r w:rsidR="00E83140">
        <w:t>any formula</w:t>
      </w:r>
      <w:r>
        <w:t>, explain what extra information would have helped you to answer.</w:t>
      </w:r>
    </w:p>
    <w:p w14:paraId="7C4ACDA6" w14:textId="77777777" w:rsidR="00C90E0C" w:rsidRPr="00C90E0C" w:rsidRDefault="00C90E0C" w:rsidP="00C90E0C">
      <w:pPr>
        <w:pStyle w:val="ListParagraph"/>
        <w:spacing w:after="180"/>
        <w:ind w:left="1276"/>
        <w:contextualSpacing w:val="0"/>
      </w:pPr>
    </w:p>
    <w:p w14:paraId="5B3CA0CD" w14:textId="77777777" w:rsidR="00201AC2" w:rsidRPr="00201AC2" w:rsidRDefault="00201AC2" w:rsidP="006F3279">
      <w:pPr>
        <w:spacing w:after="240"/>
        <w:rPr>
          <w:szCs w:val="18"/>
        </w:rPr>
      </w:pPr>
    </w:p>
    <w:p w14:paraId="3FF1B037"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3601FC5B" w14:textId="47306051"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AE5B72">
        <w:rPr>
          <w:i/>
          <w:sz w:val="18"/>
          <w:szCs w:val="18"/>
        </w:rPr>
        <w:t>CPS: Particles and structure</w:t>
      </w:r>
      <w:r>
        <w:rPr>
          <w:i/>
          <w:sz w:val="18"/>
          <w:szCs w:val="18"/>
        </w:rPr>
        <w:t xml:space="preserve"> &gt; Topic </w:t>
      </w:r>
      <w:r w:rsidR="00AE5B72">
        <w:rPr>
          <w:i/>
          <w:sz w:val="18"/>
          <w:szCs w:val="18"/>
        </w:rPr>
        <w:t>CPS8: Ionic bonding</w:t>
      </w:r>
      <w:r w:rsidRPr="00CA4B46">
        <w:rPr>
          <w:i/>
          <w:sz w:val="18"/>
          <w:szCs w:val="18"/>
        </w:rPr>
        <w:t xml:space="preserve"> &gt; </w:t>
      </w:r>
      <w:r>
        <w:rPr>
          <w:i/>
          <w:sz w:val="18"/>
          <w:szCs w:val="18"/>
        </w:rPr>
        <w:t>Key concept</w:t>
      </w:r>
      <w:r w:rsidRPr="00CA4B46">
        <w:rPr>
          <w:i/>
          <w:sz w:val="18"/>
          <w:szCs w:val="18"/>
        </w:rPr>
        <w:t xml:space="preserve"> </w:t>
      </w:r>
      <w:r w:rsidR="00AE5B72">
        <w:rPr>
          <w:i/>
          <w:sz w:val="18"/>
          <w:szCs w:val="18"/>
        </w:rPr>
        <w:t>CPS8.2: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4CB717C" w14:textId="77777777" w:rsidTr="001C2E59">
        <w:tc>
          <w:tcPr>
            <w:tcW w:w="12021" w:type="dxa"/>
            <w:shd w:val="clear" w:color="auto" w:fill="FABF8F" w:themeFill="accent6" w:themeFillTint="99"/>
          </w:tcPr>
          <w:p w14:paraId="053B08C0"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264177B0" w14:textId="77777777" w:rsidTr="001C2E59">
        <w:tc>
          <w:tcPr>
            <w:tcW w:w="12021" w:type="dxa"/>
            <w:shd w:val="clear" w:color="auto" w:fill="FBD4B4" w:themeFill="accent6" w:themeFillTint="66"/>
          </w:tcPr>
          <w:p w14:paraId="4BCD83AE" w14:textId="7535DA24" w:rsidR="006F3279" w:rsidRPr="00CA4B46" w:rsidRDefault="00AE5B72" w:rsidP="006F3279">
            <w:pPr>
              <w:spacing w:after="60"/>
              <w:ind w:left="1304"/>
              <w:rPr>
                <w:b/>
                <w:sz w:val="40"/>
                <w:szCs w:val="40"/>
              </w:rPr>
            </w:pPr>
            <w:r>
              <w:rPr>
                <w:b/>
                <w:sz w:val="40"/>
                <w:szCs w:val="40"/>
              </w:rPr>
              <w:t>Molecule</w:t>
            </w:r>
            <w:r w:rsidR="000C2099">
              <w:rPr>
                <w:b/>
                <w:sz w:val="40"/>
                <w:szCs w:val="40"/>
              </w:rPr>
              <w:t>s</w:t>
            </w:r>
            <w:r>
              <w:rPr>
                <w:b/>
                <w:sz w:val="40"/>
                <w:szCs w:val="40"/>
              </w:rPr>
              <w:t xml:space="preserve"> or giant structure?</w:t>
            </w:r>
          </w:p>
        </w:tc>
      </w:tr>
    </w:tbl>
    <w:p w14:paraId="38996DBC" w14:textId="77777777" w:rsidR="006F3279" w:rsidRDefault="006F3279" w:rsidP="00E172C6">
      <w:pPr>
        <w:spacing w:after="180"/>
        <w:rPr>
          <w:b/>
        </w:rPr>
      </w:pPr>
    </w:p>
    <w:p w14:paraId="7113941E"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48EC8159" w14:textId="77777777" w:rsidTr="003F16F9">
        <w:trPr>
          <w:trHeight w:val="340"/>
        </w:trPr>
        <w:tc>
          <w:tcPr>
            <w:tcW w:w="2196" w:type="dxa"/>
          </w:tcPr>
          <w:p w14:paraId="17264667" w14:textId="77777777" w:rsidR="006A320F" w:rsidRDefault="006A320F" w:rsidP="00F43A11">
            <w:pPr>
              <w:spacing w:before="60" w:after="60"/>
            </w:pPr>
            <w:r>
              <w:t xml:space="preserve">Learning </w:t>
            </w:r>
            <w:r w:rsidR="00F43A11">
              <w:t>focus</w:t>
            </w:r>
            <w:r>
              <w:t>:</w:t>
            </w:r>
          </w:p>
        </w:tc>
        <w:tc>
          <w:tcPr>
            <w:tcW w:w="6820" w:type="dxa"/>
          </w:tcPr>
          <w:p w14:paraId="32678881" w14:textId="5A5EE209" w:rsidR="006A320F" w:rsidRDefault="00AE5B72" w:rsidP="00F43A11">
            <w:pPr>
              <w:spacing w:before="60" w:after="60"/>
            </w:pPr>
            <w:r>
              <w:t>Ionic bonding occurs due to the electrostatic attraction between oppositely charged ions in an ionic lattice.</w:t>
            </w:r>
          </w:p>
        </w:tc>
      </w:tr>
      <w:tr w:rsidR="006A320F" w14:paraId="12EF8355" w14:textId="77777777" w:rsidTr="003F16F9">
        <w:trPr>
          <w:trHeight w:val="340"/>
        </w:trPr>
        <w:tc>
          <w:tcPr>
            <w:tcW w:w="2196" w:type="dxa"/>
          </w:tcPr>
          <w:p w14:paraId="342B0DEC" w14:textId="77777777" w:rsidR="006A320F" w:rsidRDefault="006A320F" w:rsidP="006A320F">
            <w:pPr>
              <w:spacing w:before="60" w:after="60"/>
            </w:pPr>
            <w:r>
              <w:t>Observable learning outcome:</w:t>
            </w:r>
          </w:p>
        </w:tc>
        <w:tc>
          <w:tcPr>
            <w:tcW w:w="6820" w:type="dxa"/>
          </w:tcPr>
          <w:p w14:paraId="72C1E15C" w14:textId="57AC96DE" w:rsidR="006A320F" w:rsidRPr="00A50C9C" w:rsidRDefault="00AE5B72" w:rsidP="006A320F">
            <w:pPr>
              <w:spacing w:before="60" w:after="60"/>
              <w:rPr>
                <w:b/>
              </w:rPr>
            </w:pPr>
            <w:r>
              <w:t>Interpret an ionic formula as representing the ratio of ions.</w:t>
            </w:r>
          </w:p>
        </w:tc>
      </w:tr>
      <w:tr w:rsidR="006A320F" w14:paraId="29107DB2" w14:textId="77777777" w:rsidTr="003F16F9">
        <w:trPr>
          <w:trHeight w:val="340"/>
        </w:trPr>
        <w:tc>
          <w:tcPr>
            <w:tcW w:w="2196" w:type="dxa"/>
          </w:tcPr>
          <w:p w14:paraId="098DFF91" w14:textId="77777777" w:rsidR="006A320F" w:rsidRDefault="00E03772" w:rsidP="006A320F">
            <w:pPr>
              <w:spacing w:before="60" w:after="60"/>
            </w:pPr>
            <w:r>
              <w:t>Activity</w:t>
            </w:r>
            <w:r w:rsidR="006A320F">
              <w:t xml:space="preserve"> type:</w:t>
            </w:r>
          </w:p>
        </w:tc>
        <w:tc>
          <w:tcPr>
            <w:tcW w:w="6820" w:type="dxa"/>
          </w:tcPr>
          <w:p w14:paraId="27920D2F" w14:textId="4DBE9024" w:rsidR="006A320F" w:rsidRDefault="009757A2" w:rsidP="006A320F">
            <w:pPr>
              <w:spacing w:before="60" w:after="60"/>
            </w:pPr>
            <w:r>
              <w:t>Application and practice</w:t>
            </w:r>
          </w:p>
        </w:tc>
      </w:tr>
      <w:tr w:rsidR="006A320F" w14:paraId="348E6A0F" w14:textId="77777777" w:rsidTr="003F16F9">
        <w:trPr>
          <w:trHeight w:val="340"/>
        </w:trPr>
        <w:tc>
          <w:tcPr>
            <w:tcW w:w="2196" w:type="dxa"/>
          </w:tcPr>
          <w:p w14:paraId="78B2E349" w14:textId="77777777" w:rsidR="006A320F" w:rsidRDefault="006A320F" w:rsidP="006A320F">
            <w:pPr>
              <w:spacing w:before="60" w:after="60"/>
            </w:pPr>
            <w:r>
              <w:t>Key words:</w:t>
            </w:r>
          </w:p>
        </w:tc>
        <w:tc>
          <w:tcPr>
            <w:tcW w:w="6820" w:type="dxa"/>
            <w:tcBorders>
              <w:bottom w:val="dotted" w:sz="4" w:space="0" w:color="auto"/>
            </w:tcBorders>
          </w:tcPr>
          <w:p w14:paraId="01C66E9F" w14:textId="52BA32E6" w:rsidR="006A320F" w:rsidRDefault="00AE5B72" w:rsidP="006A320F">
            <w:pPr>
              <w:spacing w:before="60" w:after="60"/>
            </w:pPr>
            <w:r>
              <w:t>ion</w:t>
            </w:r>
          </w:p>
        </w:tc>
      </w:tr>
    </w:tbl>
    <w:p w14:paraId="56877FF1" w14:textId="77777777" w:rsidR="00E172C6" w:rsidRDefault="00E172C6" w:rsidP="00E172C6">
      <w:pPr>
        <w:spacing w:after="180"/>
      </w:pPr>
    </w:p>
    <w:p w14:paraId="27441DC3" w14:textId="4DF0AF5D" w:rsidR="006A320F" w:rsidRDefault="006A320F" w:rsidP="006A320F">
      <w:pPr>
        <w:spacing w:after="180"/>
      </w:pPr>
      <w:r>
        <w:t xml:space="preserve">This activity can help develop students’ understanding by addressing the </w:t>
      </w:r>
      <w:r w:rsidR="00E83140">
        <w:t>misunderstandings</w:t>
      </w:r>
      <w:r>
        <w:t xml:space="preserve"> revealed by the following diagnostic question</w:t>
      </w:r>
      <w:r w:rsidRPr="006E0400">
        <w:t>:</w:t>
      </w:r>
    </w:p>
    <w:p w14:paraId="78C5B677" w14:textId="5949419B" w:rsidR="0009089A" w:rsidRDefault="00AE5B72" w:rsidP="000505CA">
      <w:pPr>
        <w:pStyle w:val="ListParagraph"/>
        <w:numPr>
          <w:ilvl w:val="0"/>
          <w:numId w:val="1"/>
        </w:numPr>
        <w:spacing w:after="180"/>
      </w:pPr>
      <w:r>
        <w:t>NaCl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5463AD42" w14:textId="77777777" w:rsidTr="001C2E59">
        <w:tc>
          <w:tcPr>
            <w:tcW w:w="709" w:type="dxa"/>
            <w:shd w:val="clear" w:color="auto" w:fill="FABF8F" w:themeFill="accent6" w:themeFillTint="99"/>
            <w:tcMar>
              <w:left w:w="28" w:type="dxa"/>
              <w:bottom w:w="57" w:type="dxa"/>
              <w:right w:w="28" w:type="dxa"/>
            </w:tcMar>
            <w:vAlign w:val="center"/>
          </w:tcPr>
          <w:p w14:paraId="53F5F8D4" w14:textId="77777777"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14:paraId="1E57B1C3" w14:textId="77777777" w:rsidR="00F72ECC" w:rsidRPr="001C2E59" w:rsidRDefault="003A50A4" w:rsidP="00F72ECC">
            <w:pPr>
              <w:spacing w:after="60"/>
              <w:rPr>
                <w:color w:val="E36C0A" w:themeColor="accent6" w:themeShade="BF"/>
                <w:sz w:val="20"/>
              </w:rPr>
            </w:pPr>
            <w:r w:rsidRPr="001C2E59">
              <w:rPr>
                <w:b/>
                <w:color w:val="E36C0A" w:themeColor="accent6" w:themeShade="BF"/>
              </w:rPr>
              <w:t>PRIOR UNDERSTANDING</w:t>
            </w:r>
            <w:r w:rsidR="00F72ECC" w:rsidRPr="001C2E59">
              <w:rPr>
                <w:b/>
                <w:color w:val="E36C0A" w:themeColor="accent6" w:themeShade="BF"/>
              </w:rPr>
              <w:t xml:space="preserve"> </w:t>
            </w:r>
          </w:p>
          <w:p w14:paraId="254B4A07" w14:textId="77777777" w:rsidR="005A6EE7" w:rsidRDefault="00F72ECC" w:rsidP="00F44375">
            <w:r w:rsidRPr="00F72ECC">
              <w:rPr>
                <w:sz w:val="20"/>
              </w:rPr>
              <w:t xml:space="preserve">This activity explores ideas </w:t>
            </w:r>
            <w:r w:rsidR="00806B12">
              <w:rPr>
                <w:sz w:val="20"/>
              </w:rPr>
              <w:t xml:space="preserve">that are usually taught at age </w:t>
            </w:r>
            <w:r w:rsidR="00F44375">
              <w:rPr>
                <w:sz w:val="20"/>
              </w:rPr>
              <w:t>11-14</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14:paraId="23F381E8" w14:textId="77777777" w:rsidR="00F72ECC" w:rsidRDefault="00F72ECC" w:rsidP="00F72ECC"/>
    <w:p w14:paraId="4FCB555B"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7476793" w14:textId="77777777" w:rsidR="00E83140" w:rsidRDefault="00E83140" w:rsidP="00E83140">
      <w:pPr>
        <w:spacing w:after="180"/>
      </w:pPr>
      <w:bookmarkStart w:id="0" w:name="_Hlk55562138"/>
      <w:r>
        <w:t xml:space="preserve">One paper on student conceptions of ionic bonding  </w:t>
      </w:r>
      <w:r>
        <w:fldChar w:fldCharType="begin"/>
      </w:r>
      <w:r>
        <w:instrText xml:space="preserve"> ADDIN EN.CITE &lt;EndNote&gt;&lt;Cite&gt;&lt;Author&gt;Taber&lt;/Author&gt;&lt;Year&gt;2012&lt;/Year&gt;&lt;IDText&gt;Student conceptions of ionic bonding: Patterns of thinking across three European contexts&lt;/IDText&gt;&lt;DisplayText&gt;(Taber, Tsaparlis and Nakibo  ğlu, 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(Taber, Tsaparlis and Nakiboğlu, 2012)</w:t>
      </w:r>
      <w:r>
        <w:fldChar w:fldCharType="end"/>
      </w:r>
      <w:r>
        <w:t xml:space="preserve"> comments that within a few years of being introduced to a basic particle theory, students are often expected to learn about ions and molecules and understand their role as components of substances, even though other research </w:t>
      </w:r>
      <w:r>
        <w:fldChar w:fldCharType="begin"/>
      </w:r>
      <w:r>
        <w:instrText xml:space="preserve"> ADDIN EN.CITE &lt;EndNote&gt;&lt;Cite&gt;&lt;Author&gt;Johnson&lt;/Author&gt;&lt;Year&gt;1998&lt;/Year&gt;&lt;IDText&gt;Progression in children&amp;apos;s understanding of the basic particle theory:a longitudinal study&lt;/IDText&gt;&lt;DisplayText&gt;(Johnson, 1998)&lt;/DisplayText&gt;&lt;record&gt;&lt;titles&gt;&lt;title&gt;Progression in children&amp;apos;s understanding of the basic particle theory:a longitudinal study&lt;/title&gt;&lt;secondary-title&gt;International Journal of Science Education&lt;/secondary-title&gt;&lt;/titles&gt;&lt;pages&gt;393-492&lt;/pages&gt;&lt;number&gt;4&lt;/number&gt;&lt;contributors&gt;&lt;authors&gt;&lt;author&gt;Johnson, Phil&lt;/author&gt;&lt;/authors&gt;&lt;/contributors&gt;&lt;added-date format="utc"&gt;1576240715&lt;/added-date&gt;&lt;ref-type name="Journal Article"&gt;17&lt;/ref-type&gt;&lt;dates&gt;&lt;year&gt;1998&lt;/year&gt;&lt;/dates&gt;&lt;rec-number&gt;85&lt;/rec-number&gt;&lt;last-updated-date format="utc"&gt;1576240818&lt;/last-updated-date&gt;&lt;volume&gt;20&lt;/volume&gt;&lt;/record&gt;&lt;/Cite&gt;&lt;/EndNote&gt;</w:instrText>
      </w:r>
      <w:r>
        <w:fldChar w:fldCharType="separate"/>
      </w:r>
      <w:r>
        <w:rPr>
          <w:noProof/>
        </w:rPr>
        <w:t>(Johnson, 1998)</w:t>
      </w:r>
      <w:r>
        <w:fldChar w:fldCharType="end"/>
      </w:r>
      <w:r>
        <w:t xml:space="preserve"> suggests that understanding of the basic particle model may only develop over an extended period of time. </w:t>
      </w:r>
    </w:p>
    <w:p w14:paraId="295D3B29" w14:textId="77777777" w:rsidR="00E83140" w:rsidRPr="00DF30C0" w:rsidRDefault="00E83140" w:rsidP="00E83140">
      <w:pPr>
        <w:spacing w:after="180"/>
      </w:pPr>
      <w:r>
        <w:t xml:space="preserve">As part of a </w:t>
      </w:r>
      <w:r w:rsidRPr="00DF30C0">
        <w:t xml:space="preserve">review of the empirical research </w:t>
      </w:r>
      <w:r w:rsidRPr="00DF30C0">
        <w:fldChar w:fldCharType="begin"/>
      </w:r>
      <w:r w:rsidRPr="00DF30C0">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rsidRPr="00DF30C0">
        <w:fldChar w:fldCharType="separate"/>
      </w:r>
      <w:r w:rsidRPr="00DF30C0">
        <w:rPr>
          <w:noProof/>
        </w:rPr>
        <w:t>(Taskin and Bernholt, 2012)</w:t>
      </w:r>
      <w:r w:rsidRPr="00DF30C0">
        <w:fldChar w:fldCharType="end"/>
      </w:r>
      <w:r w:rsidRPr="00DF30C0">
        <w:t xml:space="preserve"> on student understanding of chemical formulae, the authors cite their own project in which students were asked to match diagrams </w:t>
      </w:r>
      <w:r>
        <w:t>to</w:t>
      </w:r>
      <w:r w:rsidRPr="00DF30C0">
        <w:t xml:space="preserve"> different chemical formulae. The majority of students were found to be able to choose the correct diagram when the chemical formula represented as substance made up of individual molecules. However, when presented with the chemical formula of a substance with a giant structure (such as an ionic compound) most students still selected a diagram representing a molecular compound.</w:t>
      </w:r>
    </w:p>
    <w:bookmarkEnd w:id="0"/>
    <w:p w14:paraId="12FEA253"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2AC8B27" w14:textId="36A1CE1C" w:rsidR="009757A2" w:rsidRDefault="009757A2" w:rsidP="009757A2">
      <w:pPr>
        <w:spacing w:after="180"/>
      </w:pPr>
      <w:r>
        <w:t>This activity gives students the opportunity to practise applying their understanding to some other compounds and to clarify their thinking through discussion.  To support this, s</w:t>
      </w:r>
      <w:r w:rsidRPr="00DA3B6C">
        <w:t xml:space="preserve">tudents </w:t>
      </w:r>
      <w:r>
        <w:t xml:space="preserve">should answer the question in pairs or small groups. </w:t>
      </w:r>
    </w:p>
    <w:p w14:paraId="50632D8F" w14:textId="2EC8C14D" w:rsidR="009757A2" w:rsidRDefault="009757A2" w:rsidP="009757A2">
      <w:pPr>
        <w:spacing w:after="180"/>
      </w:pPr>
      <w:r>
        <w:t xml:space="preserve">Listening to individual groups as they work often highlights any difficulties they might have. </w:t>
      </w:r>
    </w:p>
    <w:p w14:paraId="07D7B15A" w14:textId="06349EED" w:rsidR="009757A2" w:rsidRDefault="009757A2" w:rsidP="009757A2">
      <w:pPr>
        <w:spacing w:after="180"/>
      </w:pPr>
      <w:r>
        <w:lastRenderedPageBreak/>
        <w:t xml:space="preserve">Asking students to share their answers is a useful check.  Encourage students to discuss how they decided their answers. Also discuss whether any compounds were more difficult to decide than others and what other information would have helped, and why. </w:t>
      </w:r>
    </w:p>
    <w:p w14:paraId="78BB7A78" w14:textId="77777777" w:rsidR="009757A2" w:rsidRPr="00095A98" w:rsidRDefault="009757A2" w:rsidP="009757A2">
      <w:pPr>
        <w:spacing w:after="180"/>
        <w:rPr>
          <w:i/>
        </w:rPr>
      </w:pPr>
      <w:r w:rsidRPr="00095A98">
        <w:rPr>
          <w:i/>
        </w:rPr>
        <w:t>Differentiation</w:t>
      </w:r>
    </w:p>
    <w:p w14:paraId="4B565750" w14:textId="58B0472A" w:rsidR="009757A2" w:rsidRPr="00DA3B6C" w:rsidRDefault="009757A2" w:rsidP="009757A2">
      <w:pPr>
        <w:spacing w:after="180"/>
      </w:pPr>
      <w:r>
        <w:t xml:space="preserve">If some students are working with a teaching assistant, then a list of prompt questions for the teaching assistant could help to make this activity more purposeful.  </w:t>
      </w:r>
    </w:p>
    <w:p w14:paraId="6C06EBAF"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47B0328" w14:textId="1459EF1B" w:rsidR="00E02747" w:rsidRDefault="00E02747" w:rsidP="00E02747">
      <w:pPr>
        <w:spacing w:after="180"/>
      </w:pPr>
      <w:r w:rsidRPr="00E02747">
        <w:rPr>
          <w:b/>
          <w:bCs/>
        </w:rPr>
        <w:t>ai</w:t>
      </w:r>
      <w:r>
        <w:t xml:space="preserve"> separate molecules</w:t>
      </w:r>
    </w:p>
    <w:p w14:paraId="2E35155C" w14:textId="01489DF6" w:rsidR="00E02747" w:rsidRDefault="00E02747" w:rsidP="00E02747">
      <w:pPr>
        <w:spacing w:after="180"/>
      </w:pPr>
      <w:r w:rsidRPr="00E02747">
        <w:rPr>
          <w:b/>
          <w:bCs/>
        </w:rPr>
        <w:t>ii</w:t>
      </w:r>
      <w:r>
        <w:t xml:space="preserve"> giant structure</w:t>
      </w:r>
    </w:p>
    <w:p w14:paraId="45813FC4" w14:textId="12235BED" w:rsidR="00E02747" w:rsidRDefault="00E02747" w:rsidP="00E02747">
      <w:pPr>
        <w:spacing w:after="180"/>
      </w:pPr>
      <w:r w:rsidRPr="00E02747">
        <w:rPr>
          <w:b/>
          <w:bCs/>
        </w:rPr>
        <w:t>iii</w:t>
      </w:r>
      <w:r>
        <w:t xml:space="preserve"> giant structure</w:t>
      </w:r>
    </w:p>
    <w:p w14:paraId="0A7817C6" w14:textId="529C1E99" w:rsidR="00E02747" w:rsidRDefault="00E02747" w:rsidP="00E02747">
      <w:pPr>
        <w:spacing w:after="180"/>
      </w:pPr>
      <w:r w:rsidRPr="00E02747">
        <w:rPr>
          <w:b/>
          <w:bCs/>
        </w:rPr>
        <w:t>iv</w:t>
      </w:r>
      <w:r>
        <w:t xml:space="preserve"> separate molecules</w:t>
      </w:r>
    </w:p>
    <w:p w14:paraId="4A4EBEE1" w14:textId="7FA6FE16" w:rsidR="00E02747" w:rsidRDefault="00E02747" w:rsidP="00E02747">
      <w:pPr>
        <w:spacing w:after="180"/>
      </w:pPr>
      <w:r w:rsidRPr="00E83140">
        <w:rPr>
          <w:b/>
          <w:bCs/>
        </w:rPr>
        <w:t>b</w:t>
      </w:r>
      <w:r>
        <w:t xml:space="preserve"> </w:t>
      </w:r>
      <w:r w:rsidR="00E83140">
        <w:t>It may help students to know</w:t>
      </w:r>
      <w:r>
        <w:t xml:space="preserve"> whether the compound is in the gas or solid state at room temperature. </w:t>
      </w:r>
    </w:p>
    <w:p w14:paraId="0ABFD3A3"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C26BA20" w14:textId="2560C2BD" w:rsidR="00D278E8" w:rsidRDefault="00D278E8" w:rsidP="00E172C6">
      <w:pPr>
        <w:spacing w:after="180"/>
      </w:pPr>
      <w:r>
        <w:t xml:space="preserve">Developed </w:t>
      </w:r>
      <w:r w:rsidR="0015356E">
        <w:t xml:space="preserve">by </w:t>
      </w:r>
      <w:r w:rsidR="00F44375">
        <w:t>Helen Harden</w:t>
      </w:r>
      <w:r w:rsidR="0015356E">
        <w:t xml:space="preserve"> (UYSEG)</w:t>
      </w:r>
    </w:p>
    <w:p w14:paraId="74BF5A61" w14:textId="63512819" w:rsidR="00CC78A5" w:rsidRDefault="00D278E8" w:rsidP="00E172C6">
      <w:pPr>
        <w:spacing w:after="180"/>
      </w:pPr>
      <w:r w:rsidRPr="0045323E">
        <w:t xml:space="preserve">Images: </w:t>
      </w:r>
      <w:r w:rsidR="00F44375">
        <w:t>Helen Harden (UYSEG)</w:t>
      </w:r>
    </w:p>
    <w:p w14:paraId="6BFB25B6"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4E6664C7" w14:textId="77777777" w:rsidR="00E02747" w:rsidRPr="00E02747" w:rsidRDefault="00E02747" w:rsidP="00E02747">
      <w:pPr>
        <w:pStyle w:val="EndNoteBibliography"/>
      </w:pPr>
      <w:r>
        <w:fldChar w:fldCharType="begin"/>
      </w:r>
      <w:r>
        <w:instrText xml:space="preserve"> ADDIN EN.REFLIST </w:instrText>
      </w:r>
      <w:r>
        <w:fldChar w:fldCharType="separate"/>
      </w:r>
      <w:r w:rsidRPr="00E02747">
        <w:t xml:space="preserve">Johnson, P. (1998). Progression in children's understanding of the basic particle theory:a longitudinal study. </w:t>
      </w:r>
      <w:r w:rsidRPr="00E02747">
        <w:rPr>
          <w:i/>
        </w:rPr>
        <w:t>International Journal of Science Education,</w:t>
      </w:r>
      <w:r w:rsidRPr="00E02747">
        <w:t xml:space="preserve"> 20(4)</w:t>
      </w:r>
      <w:r w:rsidRPr="00E02747">
        <w:rPr>
          <w:b/>
        </w:rPr>
        <w:t>,</w:t>
      </w:r>
      <w:r w:rsidRPr="00E02747">
        <w:t xml:space="preserve"> 393-492.</w:t>
      </w:r>
    </w:p>
    <w:p w14:paraId="7B90DFCA" w14:textId="77777777" w:rsidR="00E02747" w:rsidRPr="00E02747" w:rsidRDefault="00E02747" w:rsidP="00E02747">
      <w:pPr>
        <w:pStyle w:val="EndNoteBibliography"/>
      </w:pPr>
      <w:r w:rsidRPr="00E02747">
        <w:t xml:space="preserve">Taber, K. S., Tsaparlis, G. and Nakibo  ğlu, C. (2012). Student conceptions of ionic bonding: Patterns of thinking across three European contexts. </w:t>
      </w:r>
      <w:r w:rsidRPr="00E02747">
        <w:rPr>
          <w:i/>
        </w:rPr>
        <w:t>Internationl Journal of Science Education,</w:t>
      </w:r>
      <w:r w:rsidRPr="00E02747">
        <w:t xml:space="preserve"> 34(18)</w:t>
      </w:r>
      <w:r w:rsidRPr="00E02747">
        <w:rPr>
          <w:b/>
        </w:rPr>
        <w:t>,</w:t>
      </w:r>
      <w:r w:rsidRPr="00E02747">
        <w:t xml:space="preserve"> 2843-2873.</w:t>
      </w:r>
    </w:p>
    <w:p w14:paraId="6AFCBA82" w14:textId="77777777" w:rsidR="00E02747" w:rsidRPr="00E02747" w:rsidRDefault="00E02747" w:rsidP="00E02747">
      <w:pPr>
        <w:pStyle w:val="EndNoteBibliography"/>
      </w:pPr>
      <w:r w:rsidRPr="00E02747">
        <w:t xml:space="preserve">Taskin, V. and Bernholt, S. (2012). Students' understanding of chemical formulae: A review of empirical research. </w:t>
      </w:r>
      <w:r w:rsidRPr="00E02747">
        <w:rPr>
          <w:i/>
        </w:rPr>
        <w:t>International Journal of Science Education,</w:t>
      </w:r>
      <w:r w:rsidRPr="00E02747">
        <w:t xml:space="preserve"> 36(1)</w:t>
      </w:r>
      <w:r w:rsidRPr="00E02747">
        <w:rPr>
          <w:b/>
        </w:rPr>
        <w:t>,</w:t>
      </w:r>
      <w:r w:rsidRPr="00E02747">
        <w:t xml:space="preserve"> 157-185.</w:t>
      </w:r>
    </w:p>
    <w:p w14:paraId="1CE2954E" w14:textId="40111919" w:rsidR="005E1205" w:rsidRPr="005E1205" w:rsidRDefault="00E02747" w:rsidP="00026DEC">
      <w:pPr>
        <w:spacing w:after="180"/>
      </w:pPr>
      <w:r>
        <w:fldChar w:fldCharType="end"/>
      </w:r>
    </w:p>
    <w:sectPr w:rsidR="005E1205" w:rsidRPr="005E1205"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328BB" w14:textId="77777777" w:rsidR="00694F68" w:rsidRDefault="00694F68" w:rsidP="000B473B">
      <w:r>
        <w:separator/>
      </w:r>
    </w:p>
  </w:endnote>
  <w:endnote w:type="continuationSeparator" w:id="0">
    <w:p w14:paraId="66869AF3" w14:textId="77777777" w:rsidR="00694F68" w:rsidRDefault="00694F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32E13"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5EC5F62" wp14:editId="7813F49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537AB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4375">
      <w:rPr>
        <w:noProof/>
      </w:rPr>
      <w:t>1</w:t>
    </w:r>
    <w:r>
      <w:rPr>
        <w:noProof/>
      </w:rPr>
      <w:fldChar w:fldCharType="end"/>
    </w:r>
  </w:p>
  <w:p w14:paraId="18DB703D"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356D85C3"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2CEE8" w14:textId="77777777" w:rsidR="00694F68" w:rsidRDefault="00694F68" w:rsidP="000B473B">
      <w:r>
        <w:separator/>
      </w:r>
    </w:p>
  </w:footnote>
  <w:footnote w:type="continuationSeparator" w:id="0">
    <w:p w14:paraId="3CF04523" w14:textId="77777777" w:rsidR="00694F68" w:rsidRDefault="00694F6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D1DE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52BB23F" wp14:editId="3861F34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0BFB7B4" wp14:editId="75F728F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4F2B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40B9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09C05D9" wp14:editId="6C99355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A12154" wp14:editId="5C8866C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895F2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A0ADD"/>
    <w:rsid w:val="00015578"/>
    <w:rsid w:val="00024731"/>
    <w:rsid w:val="00026DEC"/>
    <w:rsid w:val="000505CA"/>
    <w:rsid w:val="0007651D"/>
    <w:rsid w:val="0009089A"/>
    <w:rsid w:val="000947E2"/>
    <w:rsid w:val="00095E04"/>
    <w:rsid w:val="000B473B"/>
    <w:rsid w:val="000B5631"/>
    <w:rsid w:val="000C2099"/>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94F68"/>
    <w:rsid w:val="006A320F"/>
    <w:rsid w:val="006A4440"/>
    <w:rsid w:val="006B0615"/>
    <w:rsid w:val="006B53B0"/>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16F35"/>
    <w:rsid w:val="008450D6"/>
    <w:rsid w:val="00856FCA"/>
    <w:rsid w:val="00873B8C"/>
    <w:rsid w:val="00880E3B"/>
    <w:rsid w:val="008A1F41"/>
    <w:rsid w:val="008A405F"/>
    <w:rsid w:val="008C7F34"/>
    <w:rsid w:val="008D7667"/>
    <w:rsid w:val="008E580C"/>
    <w:rsid w:val="0090047A"/>
    <w:rsid w:val="009158ED"/>
    <w:rsid w:val="00925026"/>
    <w:rsid w:val="00931264"/>
    <w:rsid w:val="00942A4B"/>
    <w:rsid w:val="00952D04"/>
    <w:rsid w:val="00961D59"/>
    <w:rsid w:val="009757A2"/>
    <w:rsid w:val="009A0ADD"/>
    <w:rsid w:val="009B2D55"/>
    <w:rsid w:val="009C0343"/>
    <w:rsid w:val="009E0D11"/>
    <w:rsid w:val="00A24A16"/>
    <w:rsid w:val="00A37D14"/>
    <w:rsid w:val="00A6111E"/>
    <w:rsid w:val="00A6168B"/>
    <w:rsid w:val="00A62028"/>
    <w:rsid w:val="00AA6236"/>
    <w:rsid w:val="00AB6AE7"/>
    <w:rsid w:val="00AD21F5"/>
    <w:rsid w:val="00AD68F9"/>
    <w:rsid w:val="00AE5B72"/>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90E0C"/>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2747"/>
    <w:rsid w:val="00E03772"/>
    <w:rsid w:val="00E172C6"/>
    <w:rsid w:val="00E24309"/>
    <w:rsid w:val="00E53D82"/>
    <w:rsid w:val="00E83140"/>
    <w:rsid w:val="00E9330A"/>
    <w:rsid w:val="00EE6B97"/>
    <w:rsid w:val="00F12C3B"/>
    <w:rsid w:val="00F26884"/>
    <w:rsid w:val="00F43A11"/>
    <w:rsid w:val="00F4437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F31F2"/>
  <w15:docId w15:val="{CA1D37EA-2621-4C0D-93E3-87EAEEE9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0274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02747"/>
    <w:rPr>
      <w:rFonts w:ascii="Calibri" w:hAnsi="Calibri" w:cs="Calibri"/>
      <w:noProof/>
      <w:lang w:val="en-US"/>
    </w:rPr>
  </w:style>
  <w:style w:type="paragraph" w:customStyle="1" w:styleId="EndNoteBibliography">
    <w:name w:val="EndNote Bibliography"/>
    <w:basedOn w:val="Normal"/>
    <w:link w:val="EndNoteBibliographyChar"/>
    <w:rsid w:val="00E02747"/>
    <w:rPr>
      <w:rFonts w:ascii="Calibri" w:hAnsi="Calibri" w:cs="Calibri"/>
      <w:noProof/>
      <w:lang w:val="en-US"/>
    </w:rPr>
  </w:style>
  <w:style w:type="character" w:customStyle="1" w:styleId="EndNoteBibliographyChar">
    <w:name w:val="EndNote Bibliography Char"/>
    <w:basedOn w:val="DefaultParagraphFont"/>
    <w:link w:val="EndNoteBibliography"/>
    <w:rsid w:val="00E0274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347F2-DAF7-43EF-B191-8625991DC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BEST_Template_Chemistry_R_General.dotx</Template>
  <TotalTime>86</TotalTime>
  <Pages>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2020-11-06T13:22:00Z</dcterms:created>
  <dcterms:modified xsi:type="dcterms:W3CDTF">2020-12-03T10:34:00Z</dcterms:modified>
</cp:coreProperties>
</file>